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F81" w:rsidRDefault="00635F81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ЗАКОН УЛЬЯНОВСКОЙ ОБЛАСТИ</w:t>
      </w:r>
    </w:p>
    <w:p w:rsidR="00635F81" w:rsidRDefault="00635F81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635F81" w:rsidRDefault="00635F81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635F81" w:rsidRPr="00D67B0B" w:rsidRDefault="00635F81" w:rsidP="00D67B0B">
      <w:pPr>
        <w:ind w:firstLine="0"/>
        <w:jc w:val="center"/>
        <w:rPr>
          <w:rFonts w:ascii="Times New Roman" w:hAnsi="Times New Roman"/>
          <w:b/>
          <w:sz w:val="40"/>
          <w:szCs w:val="32"/>
        </w:rPr>
      </w:pPr>
    </w:p>
    <w:p w:rsidR="00635F81" w:rsidRDefault="00635F81" w:rsidP="00D67B0B">
      <w:pPr>
        <w:pStyle w:val="ConsPlusNormal"/>
        <w:jc w:val="center"/>
      </w:pPr>
      <w:r>
        <w:t>О внесении изменения</w:t>
      </w:r>
      <w:r w:rsidRPr="00E42975">
        <w:t xml:space="preserve"> в</w:t>
      </w:r>
      <w:r>
        <w:t xml:space="preserve"> статью 2 Закона Ульяновской области </w:t>
      </w:r>
    </w:p>
    <w:p w:rsidR="00635F81" w:rsidRPr="0059789E" w:rsidRDefault="00635F81" w:rsidP="00D67B0B">
      <w:pPr>
        <w:pStyle w:val="ConsPlusNormal"/>
        <w:jc w:val="center"/>
        <w:rPr>
          <w:b w:val="0"/>
        </w:rPr>
      </w:pPr>
      <w:r>
        <w:t>«</w:t>
      </w:r>
      <w:r w:rsidRPr="0059789E">
        <w:t xml:space="preserve">О правовом регулировании отдельных вопросов, связанных с участием Ульяновской </w:t>
      </w:r>
      <w:r>
        <w:t>области в реализации программы «</w:t>
      </w:r>
      <w:r w:rsidRPr="0059789E">
        <w:t>Жиль</w:t>
      </w:r>
      <w:r>
        <w:t>ё</w:t>
      </w:r>
      <w:r w:rsidRPr="0059789E">
        <w:t xml:space="preserve"> для российской се</w:t>
      </w:r>
      <w:r>
        <w:t xml:space="preserve">мьи» </w:t>
      </w:r>
      <w:r w:rsidRPr="0059789E">
        <w:t xml:space="preserve">в рамках государственной программы Российской Федерации </w:t>
      </w:r>
      <w:r>
        <w:t>«</w:t>
      </w:r>
      <w:r w:rsidRPr="0059789E">
        <w:t>Обеспечение доступным и комфортным жиль</w:t>
      </w:r>
      <w:r>
        <w:t>ё</w:t>
      </w:r>
      <w:r w:rsidRPr="0059789E">
        <w:t>м и коммунальными услуга</w:t>
      </w:r>
      <w:r>
        <w:t>ми граждан Российской Федерации</w:t>
      </w:r>
      <w:r w:rsidRPr="008C5620">
        <w:t>»</w:t>
      </w:r>
    </w:p>
    <w:p w:rsidR="00635F81" w:rsidRPr="00857153" w:rsidRDefault="00635F81" w:rsidP="00441313">
      <w:pPr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635F81" w:rsidRPr="00441A5B" w:rsidRDefault="00635F81" w:rsidP="00E061F4">
      <w:pPr>
        <w:jc w:val="center"/>
        <w:rPr>
          <w:rFonts w:ascii="Times New Roman" w:hAnsi="Times New Roman"/>
          <w:sz w:val="34"/>
          <w:szCs w:val="34"/>
        </w:rPr>
      </w:pPr>
    </w:p>
    <w:p w:rsidR="00635F81" w:rsidRDefault="00635F81" w:rsidP="00E061F4">
      <w:pPr>
        <w:jc w:val="center"/>
        <w:rPr>
          <w:rFonts w:ascii="Times New Roman" w:hAnsi="Times New Roman"/>
          <w:sz w:val="28"/>
          <w:szCs w:val="28"/>
        </w:rPr>
      </w:pPr>
    </w:p>
    <w:p w:rsidR="00635F81" w:rsidRDefault="00635F81" w:rsidP="00901BCF">
      <w:pPr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2 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>Закон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Ульяновской области от </w:t>
      </w:r>
      <w:r>
        <w:rPr>
          <w:rFonts w:ascii="Times New Roman" w:hAnsi="Times New Roman"/>
          <w:bCs/>
          <w:color w:val="000000"/>
          <w:sz w:val="28"/>
          <w:szCs w:val="28"/>
        </w:rPr>
        <w:t>6 ноября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14 года          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180-ЗО </w:t>
      </w:r>
      <w:r>
        <w:rPr>
          <w:rFonts w:ascii="Times New Roman" w:hAnsi="Times New Roman"/>
          <w:sz w:val="28"/>
          <w:szCs w:val="28"/>
        </w:rPr>
        <w:t>«</w:t>
      </w:r>
      <w:r w:rsidRPr="0059789E">
        <w:rPr>
          <w:rFonts w:ascii="Times New Roman" w:hAnsi="Times New Roman"/>
          <w:sz w:val="28"/>
          <w:szCs w:val="28"/>
        </w:rPr>
        <w:t xml:space="preserve">О правовом регулировании отдельных вопросов, связанных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9789E">
        <w:rPr>
          <w:rFonts w:ascii="Times New Roman" w:hAnsi="Times New Roman"/>
          <w:sz w:val="28"/>
          <w:szCs w:val="28"/>
        </w:rPr>
        <w:t>с участием Ульяновской области в реализации программы «Жиль</w:t>
      </w:r>
      <w:r>
        <w:rPr>
          <w:rFonts w:ascii="Times New Roman" w:hAnsi="Times New Roman"/>
          <w:sz w:val="28"/>
          <w:szCs w:val="28"/>
        </w:rPr>
        <w:t>ё</w:t>
      </w:r>
      <w:r w:rsidRPr="0059789E">
        <w:rPr>
          <w:rFonts w:ascii="Times New Roman" w:hAnsi="Times New Roman"/>
          <w:sz w:val="28"/>
          <w:szCs w:val="28"/>
        </w:rPr>
        <w:t xml:space="preserve"> для российской семьи»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789E">
        <w:rPr>
          <w:rFonts w:ascii="Times New Roman" w:hAnsi="Times New Roman"/>
          <w:sz w:val="28"/>
          <w:szCs w:val="28"/>
        </w:rPr>
        <w:t xml:space="preserve">в рамках государственной программы 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59789E">
        <w:rPr>
          <w:rFonts w:ascii="Times New Roman" w:hAnsi="Times New Roman"/>
          <w:sz w:val="28"/>
          <w:szCs w:val="28"/>
        </w:rPr>
        <w:t>Обеспечение доступным и комфортным жиль</w:t>
      </w:r>
      <w:r>
        <w:rPr>
          <w:rFonts w:ascii="Times New Roman" w:hAnsi="Times New Roman"/>
          <w:sz w:val="28"/>
          <w:szCs w:val="28"/>
        </w:rPr>
        <w:t>ё</w:t>
      </w:r>
      <w:r w:rsidRPr="0059789E">
        <w:rPr>
          <w:rFonts w:ascii="Times New Roman" w:hAnsi="Times New Roman"/>
          <w:sz w:val="28"/>
          <w:szCs w:val="28"/>
        </w:rPr>
        <w:t>м и коммунальными услугами граждан Российской Федерации»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</w:t>
      </w:r>
      <w:r w:rsidRPr="00F21FC1">
        <w:rPr>
          <w:rFonts w:ascii="Times New Roman" w:hAnsi="Times New Roman"/>
          <w:sz w:val="28"/>
          <w:szCs w:val="28"/>
        </w:rPr>
        <w:t>10.11.2014</w:t>
      </w:r>
      <w:r>
        <w:rPr>
          <w:rFonts w:ascii="Times New Roman" w:hAnsi="Times New Roman"/>
          <w:sz w:val="28"/>
          <w:szCs w:val="28"/>
        </w:rPr>
        <w:t xml:space="preserve">                 №</w:t>
      </w:r>
      <w:r w:rsidRPr="00F21FC1">
        <w:rPr>
          <w:rFonts w:ascii="Times New Roman" w:hAnsi="Times New Roman"/>
          <w:sz w:val="28"/>
          <w:szCs w:val="28"/>
        </w:rPr>
        <w:t xml:space="preserve"> 163-164</w:t>
      </w:r>
      <w:r>
        <w:rPr>
          <w:rFonts w:ascii="Times New Roman" w:hAnsi="Times New Roman"/>
          <w:sz w:val="28"/>
          <w:szCs w:val="28"/>
        </w:rPr>
        <w:t xml:space="preserve">; от 06.06.2016 № 75-76; от 02.08.2016 № 99) изменение, дополнив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её частью 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35F81" w:rsidRPr="00901BCF" w:rsidRDefault="00635F81" w:rsidP="00901BCF">
      <w:pPr>
        <w:spacing w:line="35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901BCF">
        <w:rPr>
          <w:rFonts w:ascii="Times New Roman" w:hAnsi="Times New Roman"/>
          <w:spacing w:val="-4"/>
          <w:sz w:val="28"/>
          <w:szCs w:val="28"/>
        </w:rPr>
        <w:t>«1</w:t>
      </w:r>
      <w:r w:rsidRPr="00901BCF">
        <w:rPr>
          <w:rFonts w:ascii="Times New Roman" w:hAnsi="Times New Roman"/>
          <w:spacing w:val="-4"/>
          <w:sz w:val="28"/>
          <w:szCs w:val="28"/>
          <w:vertAlign w:val="superscript"/>
        </w:rPr>
        <w:t>1</w:t>
      </w:r>
      <w:r w:rsidRPr="00901BCF">
        <w:rPr>
          <w:rFonts w:ascii="Times New Roman" w:hAnsi="Times New Roman"/>
          <w:spacing w:val="-4"/>
          <w:sz w:val="28"/>
          <w:szCs w:val="28"/>
        </w:rPr>
        <w:t>.</w:t>
      </w:r>
      <w:r>
        <w:rPr>
          <w:rFonts w:ascii="Times New Roman" w:hAnsi="Times New Roman"/>
          <w:spacing w:val="-4"/>
          <w:sz w:val="28"/>
          <w:szCs w:val="28"/>
        </w:rPr>
        <w:t> </w:t>
      </w:r>
      <w:r w:rsidRPr="00901BCF">
        <w:rPr>
          <w:rFonts w:ascii="Times New Roman" w:hAnsi="Times New Roman"/>
          <w:spacing w:val="-4"/>
          <w:sz w:val="28"/>
          <w:szCs w:val="28"/>
        </w:rPr>
        <w:t xml:space="preserve">Право на приобретение жилья экономического класса в рамках программы имеют граждане Российской Федерации, являющиеся участниками Государственной </w:t>
      </w:r>
      <w:hyperlink r:id="rId7" w:history="1">
        <w:r w:rsidRPr="00901BCF">
          <w:rPr>
            <w:rStyle w:val="Hyperlink"/>
            <w:rFonts w:ascii="Times New Roman" w:hAnsi="Times New Roman"/>
            <w:color w:val="auto"/>
            <w:spacing w:val="-4"/>
            <w:sz w:val="28"/>
            <w:szCs w:val="28"/>
            <w:u w:val="none"/>
          </w:rPr>
          <w:t>программы</w:t>
        </w:r>
      </w:hyperlink>
      <w:r w:rsidRPr="00901BCF">
        <w:rPr>
          <w:rFonts w:ascii="Times New Roman" w:hAnsi="Times New Roman"/>
          <w:spacing w:val="-4"/>
          <w:sz w:val="28"/>
          <w:szCs w:val="28"/>
        </w:rPr>
        <w:t xml:space="preserve"> по оказанию содействия добровольному переселению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901BCF">
        <w:rPr>
          <w:rFonts w:ascii="Times New Roman" w:hAnsi="Times New Roman"/>
          <w:spacing w:val="-4"/>
          <w:sz w:val="28"/>
          <w:szCs w:val="28"/>
        </w:rPr>
        <w:t>в Российскую Федерацию соотечественников, проживающих за рубежом, утверждённой Указом Президента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01BCF">
        <w:rPr>
          <w:rFonts w:ascii="Times New Roman" w:hAnsi="Times New Roman"/>
          <w:spacing w:val="-4"/>
          <w:sz w:val="28"/>
          <w:szCs w:val="28"/>
        </w:rPr>
        <w:t xml:space="preserve">от 22 июня 2006 года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901BCF">
        <w:rPr>
          <w:rFonts w:ascii="Times New Roman" w:hAnsi="Times New Roman"/>
          <w:spacing w:val="-4"/>
          <w:sz w:val="28"/>
          <w:szCs w:val="28"/>
        </w:rPr>
        <w:t>№ 637 «О мерах по оказанию содействия добровольному переселению в Российскую Федерацию соотечественников, проживающих за рубежом».».</w:t>
      </w:r>
    </w:p>
    <w:p w:rsidR="00635F81" w:rsidRPr="00901BCF" w:rsidRDefault="00635F81" w:rsidP="00D67B0B">
      <w:pPr>
        <w:ind w:firstLine="709"/>
        <w:rPr>
          <w:rFonts w:ascii="Times New Roman" w:hAnsi="Times New Roman"/>
          <w:sz w:val="28"/>
          <w:szCs w:val="28"/>
        </w:rPr>
      </w:pPr>
    </w:p>
    <w:p w:rsidR="00635F81" w:rsidRPr="00441A5B" w:rsidRDefault="00635F81" w:rsidP="00D67B0B">
      <w:pPr>
        <w:ind w:firstLine="709"/>
        <w:rPr>
          <w:rFonts w:ascii="Times New Roman" w:hAnsi="Times New Roman"/>
          <w:sz w:val="32"/>
          <w:szCs w:val="28"/>
        </w:rPr>
      </w:pPr>
    </w:p>
    <w:p w:rsidR="00635F81" w:rsidRDefault="00635F81" w:rsidP="00D67B0B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FD6F72">
        <w:rPr>
          <w:b/>
          <w:sz w:val="28"/>
          <w:szCs w:val="28"/>
        </w:rPr>
        <w:t xml:space="preserve">Временно исполняющий </w:t>
      </w:r>
      <w:r>
        <w:rPr>
          <w:b/>
          <w:sz w:val="28"/>
          <w:szCs w:val="28"/>
        </w:rPr>
        <w:t xml:space="preserve">обязанности </w:t>
      </w:r>
    </w:p>
    <w:p w:rsidR="00635F81" w:rsidRPr="00FD6F72" w:rsidRDefault="00635F81" w:rsidP="00D67B0B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FD6F72">
        <w:rPr>
          <w:b/>
          <w:sz w:val="28"/>
          <w:szCs w:val="28"/>
        </w:rPr>
        <w:t>Губернатора</w:t>
      </w:r>
      <w:r>
        <w:rPr>
          <w:b/>
          <w:sz w:val="28"/>
          <w:szCs w:val="28"/>
        </w:rPr>
        <w:t xml:space="preserve"> Ульяновской области </w:t>
      </w:r>
      <w:r w:rsidRPr="00FD6F7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</w:t>
      </w:r>
      <w:r w:rsidRPr="00FD6F72">
        <w:rPr>
          <w:b/>
          <w:sz w:val="28"/>
          <w:szCs w:val="28"/>
        </w:rPr>
        <w:tab/>
        <w:t xml:space="preserve">                                     С.И.Морозов</w:t>
      </w:r>
    </w:p>
    <w:p w:rsidR="00635F81" w:rsidRPr="00441A5B" w:rsidRDefault="00635F81" w:rsidP="00D67B0B">
      <w:pPr>
        <w:jc w:val="center"/>
        <w:rPr>
          <w:rFonts w:ascii="Times New Roman" w:hAnsi="Times New Roman"/>
          <w:sz w:val="28"/>
          <w:szCs w:val="28"/>
        </w:rPr>
      </w:pPr>
    </w:p>
    <w:p w:rsidR="00635F81" w:rsidRPr="00901BCF" w:rsidRDefault="00635F81" w:rsidP="00D67B0B">
      <w:pPr>
        <w:jc w:val="center"/>
        <w:rPr>
          <w:rFonts w:ascii="Times New Roman" w:hAnsi="Times New Roman"/>
          <w:sz w:val="28"/>
          <w:szCs w:val="28"/>
        </w:rPr>
      </w:pPr>
    </w:p>
    <w:p w:rsidR="00635F81" w:rsidRPr="00901BCF" w:rsidRDefault="00635F81" w:rsidP="00D67B0B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01BCF">
        <w:rPr>
          <w:rFonts w:ascii="Times New Roman" w:hAnsi="Times New Roman"/>
          <w:sz w:val="28"/>
          <w:szCs w:val="28"/>
        </w:rPr>
        <w:t>г. Ульяновск</w:t>
      </w:r>
    </w:p>
    <w:p w:rsidR="00635F81" w:rsidRPr="00901BCF" w:rsidRDefault="00635F81" w:rsidP="00D67B0B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августа </w:t>
      </w:r>
      <w:smartTag w:uri="urn:schemas-microsoft-com:office:smarttags" w:element="metricconverter">
        <w:smartTagPr>
          <w:attr w:name="ProductID" w:val="2016 г"/>
        </w:smartTagPr>
        <w:r w:rsidRPr="00901BCF">
          <w:rPr>
            <w:rFonts w:ascii="Times New Roman" w:hAnsi="Times New Roman"/>
            <w:sz w:val="28"/>
            <w:szCs w:val="28"/>
          </w:rPr>
          <w:t>2016 г</w:t>
        </w:r>
      </w:smartTag>
      <w:r w:rsidRPr="00901BCF">
        <w:rPr>
          <w:rFonts w:ascii="Times New Roman" w:hAnsi="Times New Roman"/>
          <w:sz w:val="28"/>
          <w:szCs w:val="28"/>
        </w:rPr>
        <w:t>.</w:t>
      </w:r>
    </w:p>
    <w:p w:rsidR="00635F81" w:rsidRPr="00901BCF" w:rsidRDefault="00635F81" w:rsidP="00D67B0B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117-</w:t>
      </w:r>
      <w:r w:rsidRPr="00901BCF">
        <w:rPr>
          <w:rFonts w:ascii="Times New Roman" w:hAnsi="Times New Roman"/>
          <w:sz w:val="28"/>
          <w:szCs w:val="28"/>
        </w:rPr>
        <w:t>ЗО</w:t>
      </w:r>
    </w:p>
    <w:sectPr w:rsidR="00635F81" w:rsidRPr="00901BCF" w:rsidSect="00D67B0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F81" w:rsidRDefault="00635F81">
      <w:r>
        <w:separator/>
      </w:r>
    </w:p>
  </w:endnote>
  <w:endnote w:type="continuationSeparator" w:id="0">
    <w:p w:rsidR="00635F81" w:rsidRDefault="00635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81" w:rsidRPr="00EF6981" w:rsidRDefault="00635F81" w:rsidP="00EF6981">
    <w:pPr>
      <w:pStyle w:val="Footer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2707км1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F81" w:rsidRDefault="00635F81">
      <w:r>
        <w:separator/>
      </w:r>
    </w:p>
  </w:footnote>
  <w:footnote w:type="continuationSeparator" w:id="0">
    <w:p w:rsidR="00635F81" w:rsidRDefault="00635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81" w:rsidRDefault="00635F81" w:rsidP="004B1C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5F81" w:rsidRDefault="00635F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81" w:rsidRPr="008C5620" w:rsidRDefault="00635F81" w:rsidP="008C5620">
    <w:pPr>
      <w:pStyle w:val="Header"/>
      <w:framePr w:wrap="around" w:vAnchor="text" w:hAnchor="margin" w:xAlign="center" w:y="1"/>
      <w:ind w:firstLine="0"/>
      <w:jc w:val="center"/>
      <w:rPr>
        <w:rStyle w:val="PageNumber"/>
        <w:rFonts w:ascii="Times New Roman" w:hAnsi="Times New Roman"/>
        <w:sz w:val="28"/>
        <w:szCs w:val="28"/>
      </w:rPr>
    </w:pPr>
    <w:r w:rsidRPr="008C5620">
      <w:rPr>
        <w:rStyle w:val="PageNumber"/>
        <w:rFonts w:ascii="Times New Roman" w:hAnsi="Times New Roman"/>
        <w:sz w:val="28"/>
        <w:szCs w:val="28"/>
      </w:rPr>
      <w:fldChar w:fldCharType="begin"/>
    </w:r>
    <w:r w:rsidRPr="008C562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8C5620">
      <w:rPr>
        <w:rStyle w:val="PageNumber"/>
        <w:rFonts w:ascii="Times New Roman" w:hAnsi="Times New Roman"/>
        <w:sz w:val="28"/>
        <w:szCs w:val="28"/>
      </w:rPr>
      <w:fldChar w:fldCharType="end"/>
    </w:r>
  </w:p>
  <w:p w:rsidR="00635F81" w:rsidRDefault="00635F81" w:rsidP="008C562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10"/>
    <w:rsid w:val="000011CE"/>
    <w:rsid w:val="00032A57"/>
    <w:rsid w:val="00042434"/>
    <w:rsid w:val="00057AAA"/>
    <w:rsid w:val="000626DA"/>
    <w:rsid w:val="000667C6"/>
    <w:rsid w:val="000858A7"/>
    <w:rsid w:val="00086B45"/>
    <w:rsid w:val="00087BD2"/>
    <w:rsid w:val="000C5010"/>
    <w:rsid w:val="000D077A"/>
    <w:rsid w:val="000D1E25"/>
    <w:rsid w:val="000D56A8"/>
    <w:rsid w:val="000E60FE"/>
    <w:rsid w:val="000F714C"/>
    <w:rsid w:val="001051B9"/>
    <w:rsid w:val="001252BA"/>
    <w:rsid w:val="00130F3F"/>
    <w:rsid w:val="001753FC"/>
    <w:rsid w:val="00176947"/>
    <w:rsid w:val="00186567"/>
    <w:rsid w:val="0018775A"/>
    <w:rsid w:val="001A63AA"/>
    <w:rsid w:val="001B3447"/>
    <w:rsid w:val="001D6C62"/>
    <w:rsid w:val="001E63E1"/>
    <w:rsid w:val="001F6B2C"/>
    <w:rsid w:val="00235218"/>
    <w:rsid w:val="00242970"/>
    <w:rsid w:val="00243731"/>
    <w:rsid w:val="00245A0C"/>
    <w:rsid w:val="00256120"/>
    <w:rsid w:val="0027137E"/>
    <w:rsid w:val="0027603F"/>
    <w:rsid w:val="00280317"/>
    <w:rsid w:val="00280D7D"/>
    <w:rsid w:val="002A1B31"/>
    <w:rsid w:val="002A205A"/>
    <w:rsid w:val="002A56D4"/>
    <w:rsid w:val="002B2DE3"/>
    <w:rsid w:val="002B618E"/>
    <w:rsid w:val="002F52FD"/>
    <w:rsid w:val="003032CB"/>
    <w:rsid w:val="003117D2"/>
    <w:rsid w:val="00313B71"/>
    <w:rsid w:val="00317EA0"/>
    <w:rsid w:val="00322696"/>
    <w:rsid w:val="00334E23"/>
    <w:rsid w:val="003440B4"/>
    <w:rsid w:val="00345C10"/>
    <w:rsid w:val="003631CF"/>
    <w:rsid w:val="003646A5"/>
    <w:rsid w:val="003847CB"/>
    <w:rsid w:val="00393146"/>
    <w:rsid w:val="003A3EA2"/>
    <w:rsid w:val="003C09F9"/>
    <w:rsid w:val="003C31C9"/>
    <w:rsid w:val="003C540F"/>
    <w:rsid w:val="003C6E28"/>
    <w:rsid w:val="003D3240"/>
    <w:rsid w:val="003D327D"/>
    <w:rsid w:val="003D3FF2"/>
    <w:rsid w:val="003D6F57"/>
    <w:rsid w:val="003E3FAE"/>
    <w:rsid w:val="003F77C7"/>
    <w:rsid w:val="00403CAB"/>
    <w:rsid w:val="00417CCF"/>
    <w:rsid w:val="004209C0"/>
    <w:rsid w:val="00422391"/>
    <w:rsid w:val="00424685"/>
    <w:rsid w:val="0043728E"/>
    <w:rsid w:val="00441313"/>
    <w:rsid w:val="00441A5B"/>
    <w:rsid w:val="004421DC"/>
    <w:rsid w:val="00450E67"/>
    <w:rsid w:val="004533A3"/>
    <w:rsid w:val="00470C6E"/>
    <w:rsid w:val="00472527"/>
    <w:rsid w:val="00475839"/>
    <w:rsid w:val="00482EBE"/>
    <w:rsid w:val="00487D36"/>
    <w:rsid w:val="004B1CCE"/>
    <w:rsid w:val="004B1FF0"/>
    <w:rsid w:val="004C30BE"/>
    <w:rsid w:val="004D5E82"/>
    <w:rsid w:val="004E079B"/>
    <w:rsid w:val="004E17BF"/>
    <w:rsid w:val="004E7565"/>
    <w:rsid w:val="005024C5"/>
    <w:rsid w:val="00520D3B"/>
    <w:rsid w:val="00531889"/>
    <w:rsid w:val="0054406D"/>
    <w:rsid w:val="005508FB"/>
    <w:rsid w:val="00555599"/>
    <w:rsid w:val="00557F52"/>
    <w:rsid w:val="0057538A"/>
    <w:rsid w:val="00576473"/>
    <w:rsid w:val="00595720"/>
    <w:rsid w:val="0059789E"/>
    <w:rsid w:val="005A0B76"/>
    <w:rsid w:val="005C1C48"/>
    <w:rsid w:val="005C396B"/>
    <w:rsid w:val="005C3E9D"/>
    <w:rsid w:val="005F0EC8"/>
    <w:rsid w:val="005F6FA5"/>
    <w:rsid w:val="00611932"/>
    <w:rsid w:val="00620413"/>
    <w:rsid w:val="00625E7D"/>
    <w:rsid w:val="00635F81"/>
    <w:rsid w:val="006428D4"/>
    <w:rsid w:val="006543DD"/>
    <w:rsid w:val="006563FD"/>
    <w:rsid w:val="0066102E"/>
    <w:rsid w:val="00663B4D"/>
    <w:rsid w:val="006641D7"/>
    <w:rsid w:val="006752B5"/>
    <w:rsid w:val="006A50BE"/>
    <w:rsid w:val="006B194A"/>
    <w:rsid w:val="006C1F26"/>
    <w:rsid w:val="006F1349"/>
    <w:rsid w:val="007542EA"/>
    <w:rsid w:val="007643E2"/>
    <w:rsid w:val="00765794"/>
    <w:rsid w:val="0078077A"/>
    <w:rsid w:val="00786CDA"/>
    <w:rsid w:val="007B3399"/>
    <w:rsid w:val="007C17D9"/>
    <w:rsid w:val="007C2E45"/>
    <w:rsid w:val="007C62D2"/>
    <w:rsid w:val="007E506D"/>
    <w:rsid w:val="007F0E48"/>
    <w:rsid w:val="007F6B18"/>
    <w:rsid w:val="00803359"/>
    <w:rsid w:val="00803C41"/>
    <w:rsid w:val="00811786"/>
    <w:rsid w:val="00824D28"/>
    <w:rsid w:val="008350A7"/>
    <w:rsid w:val="00836BB4"/>
    <w:rsid w:val="00842000"/>
    <w:rsid w:val="008434D9"/>
    <w:rsid w:val="008459DC"/>
    <w:rsid w:val="0085072A"/>
    <w:rsid w:val="008512B8"/>
    <w:rsid w:val="00857153"/>
    <w:rsid w:val="00860168"/>
    <w:rsid w:val="00861B6E"/>
    <w:rsid w:val="008702CA"/>
    <w:rsid w:val="00877392"/>
    <w:rsid w:val="008B2503"/>
    <w:rsid w:val="008C5620"/>
    <w:rsid w:val="008E5829"/>
    <w:rsid w:val="008E589E"/>
    <w:rsid w:val="008F2999"/>
    <w:rsid w:val="00901BCF"/>
    <w:rsid w:val="0091259B"/>
    <w:rsid w:val="009226D8"/>
    <w:rsid w:val="00925062"/>
    <w:rsid w:val="009313B2"/>
    <w:rsid w:val="009408F4"/>
    <w:rsid w:val="00942F2F"/>
    <w:rsid w:val="00950A9E"/>
    <w:rsid w:val="00954477"/>
    <w:rsid w:val="00956200"/>
    <w:rsid w:val="00963D71"/>
    <w:rsid w:val="00965E26"/>
    <w:rsid w:val="00970E7B"/>
    <w:rsid w:val="0098163A"/>
    <w:rsid w:val="0098281E"/>
    <w:rsid w:val="009969C1"/>
    <w:rsid w:val="009A0303"/>
    <w:rsid w:val="009A137A"/>
    <w:rsid w:val="009A1554"/>
    <w:rsid w:val="009A68C6"/>
    <w:rsid w:val="009C2F60"/>
    <w:rsid w:val="009D147C"/>
    <w:rsid w:val="009E3BAA"/>
    <w:rsid w:val="009E4EB8"/>
    <w:rsid w:val="009E6583"/>
    <w:rsid w:val="009F2346"/>
    <w:rsid w:val="00A02C2A"/>
    <w:rsid w:val="00A34769"/>
    <w:rsid w:val="00A53B64"/>
    <w:rsid w:val="00A54CB5"/>
    <w:rsid w:val="00A567C4"/>
    <w:rsid w:val="00A63C16"/>
    <w:rsid w:val="00A82B11"/>
    <w:rsid w:val="00A832AC"/>
    <w:rsid w:val="00A85A34"/>
    <w:rsid w:val="00AB696A"/>
    <w:rsid w:val="00AB6CA7"/>
    <w:rsid w:val="00AC3281"/>
    <w:rsid w:val="00AC3EE9"/>
    <w:rsid w:val="00AC72AF"/>
    <w:rsid w:val="00AD1C20"/>
    <w:rsid w:val="00AF1346"/>
    <w:rsid w:val="00B04A19"/>
    <w:rsid w:val="00B539D9"/>
    <w:rsid w:val="00B57798"/>
    <w:rsid w:val="00B84A10"/>
    <w:rsid w:val="00B85232"/>
    <w:rsid w:val="00B910AC"/>
    <w:rsid w:val="00B97485"/>
    <w:rsid w:val="00BB4BBD"/>
    <w:rsid w:val="00BB67BB"/>
    <w:rsid w:val="00BB7E2F"/>
    <w:rsid w:val="00BD14B8"/>
    <w:rsid w:val="00BE277E"/>
    <w:rsid w:val="00C00873"/>
    <w:rsid w:val="00C02FEB"/>
    <w:rsid w:val="00C036A8"/>
    <w:rsid w:val="00C1201E"/>
    <w:rsid w:val="00C171F8"/>
    <w:rsid w:val="00C318BE"/>
    <w:rsid w:val="00C54A01"/>
    <w:rsid w:val="00C565EE"/>
    <w:rsid w:val="00C757E0"/>
    <w:rsid w:val="00C7784F"/>
    <w:rsid w:val="00C83090"/>
    <w:rsid w:val="00C83FCC"/>
    <w:rsid w:val="00C902DC"/>
    <w:rsid w:val="00C90AD4"/>
    <w:rsid w:val="00C93CB7"/>
    <w:rsid w:val="00CF3B58"/>
    <w:rsid w:val="00CF5503"/>
    <w:rsid w:val="00D00C52"/>
    <w:rsid w:val="00D11A9A"/>
    <w:rsid w:val="00D27C18"/>
    <w:rsid w:val="00D61256"/>
    <w:rsid w:val="00D6564C"/>
    <w:rsid w:val="00D66C68"/>
    <w:rsid w:val="00D67B0B"/>
    <w:rsid w:val="00D90B2D"/>
    <w:rsid w:val="00D9416D"/>
    <w:rsid w:val="00DA115C"/>
    <w:rsid w:val="00DA444A"/>
    <w:rsid w:val="00DB1E18"/>
    <w:rsid w:val="00DB7F79"/>
    <w:rsid w:val="00DC4BBE"/>
    <w:rsid w:val="00E061F4"/>
    <w:rsid w:val="00E07323"/>
    <w:rsid w:val="00E07766"/>
    <w:rsid w:val="00E21369"/>
    <w:rsid w:val="00E415C2"/>
    <w:rsid w:val="00E42975"/>
    <w:rsid w:val="00E6218B"/>
    <w:rsid w:val="00E6390E"/>
    <w:rsid w:val="00E6684C"/>
    <w:rsid w:val="00E821F4"/>
    <w:rsid w:val="00E83F2C"/>
    <w:rsid w:val="00E87A85"/>
    <w:rsid w:val="00E87DB3"/>
    <w:rsid w:val="00E95DCC"/>
    <w:rsid w:val="00EB46D2"/>
    <w:rsid w:val="00EE1489"/>
    <w:rsid w:val="00EF6981"/>
    <w:rsid w:val="00F01CB0"/>
    <w:rsid w:val="00F073D4"/>
    <w:rsid w:val="00F21FC1"/>
    <w:rsid w:val="00F33669"/>
    <w:rsid w:val="00F42989"/>
    <w:rsid w:val="00F42C67"/>
    <w:rsid w:val="00F443B6"/>
    <w:rsid w:val="00F5013D"/>
    <w:rsid w:val="00F52A3C"/>
    <w:rsid w:val="00F6101F"/>
    <w:rsid w:val="00F620B1"/>
    <w:rsid w:val="00F652DA"/>
    <w:rsid w:val="00F75D3D"/>
    <w:rsid w:val="00FA6BC9"/>
    <w:rsid w:val="00FB44E5"/>
    <w:rsid w:val="00FC5652"/>
    <w:rsid w:val="00FC6B11"/>
    <w:rsid w:val="00FD36F9"/>
    <w:rsid w:val="00FD6F72"/>
    <w:rsid w:val="00FF1212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4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">
    <w:name w:val="Цветовое выделение"/>
    <w:uiPriority w:val="99"/>
    <w:rsid w:val="00B84A10"/>
    <w:rPr>
      <w:b/>
      <w:color w:val="000080"/>
    </w:rPr>
  </w:style>
  <w:style w:type="paragraph" w:customStyle="1" w:styleId="a0">
    <w:name w:val="Комментарий"/>
    <w:basedOn w:val="Normal"/>
    <w:next w:val="Normal"/>
    <w:uiPriority w:val="99"/>
    <w:rsid w:val="00B84A10"/>
    <w:pPr>
      <w:ind w:left="170" w:firstLine="0"/>
    </w:pPr>
    <w:rPr>
      <w:i/>
      <w:iCs/>
      <w:color w:val="800080"/>
    </w:rPr>
  </w:style>
  <w:style w:type="paragraph" w:customStyle="1" w:styleId="a1">
    <w:name w:val="Прижатый влево"/>
    <w:basedOn w:val="Normal"/>
    <w:next w:val="Normal"/>
    <w:uiPriority w:val="99"/>
    <w:rsid w:val="00B84A10"/>
    <w:pPr>
      <w:ind w:firstLine="0"/>
      <w:jc w:val="left"/>
    </w:pPr>
  </w:style>
  <w:style w:type="paragraph" w:styleId="NormalWeb">
    <w:name w:val="Normal (Web)"/>
    <w:basedOn w:val="Normal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Strong">
    <w:name w:val="Strong"/>
    <w:basedOn w:val="DefaultParagraphFont"/>
    <w:uiPriority w:val="99"/>
    <w:qFormat/>
    <w:rsid w:val="00A82B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53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4E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3440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54EA"/>
    <w:rPr>
      <w:rFonts w:ascii="Arial" w:hAnsi="Arial"/>
      <w:sz w:val="24"/>
      <w:szCs w:val="24"/>
    </w:rPr>
  </w:style>
  <w:style w:type="character" w:styleId="PageNumber">
    <w:name w:val="page number"/>
    <w:basedOn w:val="DefaultParagraphFont"/>
    <w:uiPriority w:val="99"/>
    <w:rsid w:val="003440B4"/>
    <w:rPr>
      <w:rFonts w:cs="Times New Roman"/>
    </w:rPr>
  </w:style>
  <w:style w:type="paragraph" w:customStyle="1" w:styleId="ConsPlusTitle">
    <w:name w:val="ConsPlusTitle"/>
    <w:uiPriority w:val="99"/>
    <w:rsid w:val="00E061F4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725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981"/>
    <w:rPr>
      <w:rFonts w:ascii="Arial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C30B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2B61ECE82429E1503CC4C92EC9E7B3378DFB2DB98E0825F923C6B53581E1C944B9C176k0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258</Words>
  <Characters>1473</Characters>
  <Application>Microsoft Office Outlook</Application>
  <DocSecurity>0</DocSecurity>
  <Lines>0</Lines>
  <Paragraphs>0</Paragraphs>
  <ScaleCrop>false</ScaleCrop>
  <Company>Министерство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Vlad</dc:creator>
  <cp:keywords/>
  <dc:description/>
  <cp:lastModifiedBy>Пользователь</cp:lastModifiedBy>
  <cp:revision>11</cp:revision>
  <cp:lastPrinted>2016-07-27T10:32:00Z</cp:lastPrinted>
  <dcterms:created xsi:type="dcterms:W3CDTF">2016-07-27T10:26:00Z</dcterms:created>
  <dcterms:modified xsi:type="dcterms:W3CDTF">2016-09-09T12:00:00Z</dcterms:modified>
</cp:coreProperties>
</file>